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2CD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B6C2B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D21B60" w14:textId="26CEAE4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E03E8">
        <w:rPr>
          <w:rFonts w:ascii="Corbel" w:hAnsi="Corbel"/>
          <w:i/>
          <w:smallCaps/>
          <w:sz w:val="24"/>
          <w:szCs w:val="24"/>
        </w:rPr>
        <w:t xml:space="preserve"> od 20</w:t>
      </w:r>
      <w:r w:rsidR="00043E1A">
        <w:rPr>
          <w:rFonts w:ascii="Corbel" w:hAnsi="Corbel"/>
          <w:i/>
          <w:smallCaps/>
          <w:sz w:val="24"/>
          <w:szCs w:val="24"/>
        </w:rPr>
        <w:t>21</w:t>
      </w:r>
      <w:r w:rsidR="00BE03E8">
        <w:rPr>
          <w:rFonts w:ascii="Corbel" w:hAnsi="Corbel"/>
          <w:i/>
          <w:smallCaps/>
          <w:sz w:val="24"/>
          <w:szCs w:val="24"/>
        </w:rPr>
        <w:t>/202</w:t>
      </w:r>
      <w:r w:rsidR="00043E1A">
        <w:rPr>
          <w:rFonts w:ascii="Corbel" w:hAnsi="Corbel"/>
          <w:i/>
          <w:smallCaps/>
          <w:sz w:val="24"/>
          <w:szCs w:val="24"/>
        </w:rPr>
        <w:t>1</w:t>
      </w:r>
      <w:r w:rsidR="00BE03E8">
        <w:rPr>
          <w:rFonts w:ascii="Corbel" w:hAnsi="Corbel"/>
          <w:i/>
          <w:smallCaps/>
          <w:sz w:val="24"/>
          <w:szCs w:val="24"/>
        </w:rPr>
        <w:t xml:space="preserve"> do 202</w:t>
      </w:r>
      <w:r w:rsidR="00043E1A">
        <w:rPr>
          <w:rFonts w:ascii="Corbel" w:hAnsi="Corbel"/>
          <w:i/>
          <w:smallCaps/>
          <w:sz w:val="24"/>
          <w:szCs w:val="24"/>
        </w:rPr>
        <w:t>4</w:t>
      </w:r>
      <w:r w:rsidR="00BE03E8">
        <w:rPr>
          <w:rFonts w:ascii="Corbel" w:hAnsi="Corbel"/>
          <w:i/>
          <w:smallCaps/>
          <w:sz w:val="24"/>
          <w:szCs w:val="24"/>
        </w:rPr>
        <w:t>/202</w:t>
      </w:r>
      <w:r w:rsidR="00043E1A">
        <w:rPr>
          <w:rFonts w:ascii="Corbel" w:hAnsi="Corbel"/>
          <w:i/>
          <w:smallCaps/>
          <w:sz w:val="24"/>
          <w:szCs w:val="24"/>
        </w:rPr>
        <w:t>5</w:t>
      </w:r>
    </w:p>
    <w:p w14:paraId="2A70F6B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AB6615D" w14:textId="4541CD2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D1E0F">
        <w:rPr>
          <w:rFonts w:ascii="Corbel" w:hAnsi="Corbel"/>
          <w:sz w:val="20"/>
          <w:szCs w:val="20"/>
        </w:rPr>
        <w:t>202</w:t>
      </w:r>
      <w:r w:rsidR="00043E1A">
        <w:rPr>
          <w:rFonts w:ascii="Corbel" w:hAnsi="Corbel"/>
          <w:sz w:val="20"/>
          <w:szCs w:val="20"/>
        </w:rPr>
        <w:t>3</w:t>
      </w:r>
      <w:r w:rsidR="00DD1E0F">
        <w:rPr>
          <w:rFonts w:ascii="Corbel" w:hAnsi="Corbel"/>
          <w:sz w:val="20"/>
          <w:szCs w:val="20"/>
        </w:rPr>
        <w:t>/202</w:t>
      </w:r>
      <w:r w:rsidR="00043E1A">
        <w:rPr>
          <w:rFonts w:ascii="Corbel" w:hAnsi="Corbel"/>
          <w:sz w:val="20"/>
          <w:szCs w:val="20"/>
        </w:rPr>
        <w:t>4</w:t>
      </w:r>
    </w:p>
    <w:p w14:paraId="51C209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E6B5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C2B204" w14:textId="77777777" w:rsidTr="00B819C8">
        <w:tc>
          <w:tcPr>
            <w:tcW w:w="2694" w:type="dxa"/>
            <w:vAlign w:val="center"/>
          </w:tcPr>
          <w:p w14:paraId="7CC9F0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27039E" w14:textId="77777777" w:rsidR="0085747A" w:rsidRPr="009C54AE" w:rsidRDefault="00BE0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85747A" w:rsidRPr="009C54AE" w14:paraId="5D997010" w14:textId="77777777" w:rsidTr="00B819C8">
        <w:tc>
          <w:tcPr>
            <w:tcW w:w="2694" w:type="dxa"/>
            <w:vAlign w:val="center"/>
          </w:tcPr>
          <w:p w14:paraId="493439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96070D" w14:textId="77777777" w:rsidR="0085747A" w:rsidRPr="009C54AE" w:rsidRDefault="001D4F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PRP46</w:t>
            </w:r>
          </w:p>
        </w:tc>
      </w:tr>
      <w:tr w:rsidR="00BE03E8" w:rsidRPr="009C54AE" w14:paraId="754BB77F" w14:textId="77777777" w:rsidTr="00B819C8">
        <w:tc>
          <w:tcPr>
            <w:tcW w:w="2694" w:type="dxa"/>
            <w:vAlign w:val="center"/>
          </w:tcPr>
          <w:p w14:paraId="626CF6D8" w14:textId="77777777" w:rsidR="00BE03E8" w:rsidRPr="009C54AE" w:rsidRDefault="00BE03E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469EEE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</w:p>
        </w:tc>
      </w:tr>
      <w:tr w:rsidR="00BE03E8" w:rsidRPr="009C54AE" w14:paraId="6D0F8DB3" w14:textId="77777777" w:rsidTr="00B819C8">
        <w:tc>
          <w:tcPr>
            <w:tcW w:w="2694" w:type="dxa"/>
            <w:vAlign w:val="center"/>
          </w:tcPr>
          <w:p w14:paraId="74CB7553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60EA76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Katedra/Zakład</w:t>
            </w:r>
          </w:p>
        </w:tc>
      </w:tr>
      <w:tr w:rsidR="00BE03E8" w:rsidRPr="009C54AE" w14:paraId="6EF9A0FC" w14:textId="77777777" w:rsidTr="00B819C8">
        <w:tc>
          <w:tcPr>
            <w:tcW w:w="2694" w:type="dxa"/>
            <w:vAlign w:val="center"/>
          </w:tcPr>
          <w:p w14:paraId="08BC0E42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7BA1C4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BE03E8" w:rsidRPr="009C54AE" w14:paraId="079638C9" w14:textId="77777777" w:rsidTr="00B819C8">
        <w:tc>
          <w:tcPr>
            <w:tcW w:w="2694" w:type="dxa"/>
            <w:vAlign w:val="center"/>
          </w:tcPr>
          <w:p w14:paraId="79A1DA01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355F4F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BE03E8" w:rsidRPr="009C54AE" w14:paraId="2DFBFB7E" w14:textId="77777777" w:rsidTr="00B819C8">
        <w:tc>
          <w:tcPr>
            <w:tcW w:w="2694" w:type="dxa"/>
            <w:vAlign w:val="center"/>
          </w:tcPr>
          <w:p w14:paraId="290D3DC1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06DA92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E03E8" w:rsidRPr="009C54AE" w14:paraId="36498F51" w14:textId="77777777" w:rsidTr="00B819C8">
        <w:tc>
          <w:tcPr>
            <w:tcW w:w="2694" w:type="dxa"/>
            <w:vAlign w:val="center"/>
          </w:tcPr>
          <w:p w14:paraId="36EBCC58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0B0EF5" w14:textId="77777777" w:rsidR="00BE03E8" w:rsidRPr="00BE03E8" w:rsidRDefault="002C78EE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BE03E8" w:rsidRPr="00BE03E8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</w:p>
        </w:tc>
      </w:tr>
      <w:tr w:rsidR="00BE03E8" w:rsidRPr="009C54AE" w14:paraId="0863DE27" w14:textId="77777777" w:rsidTr="00B819C8">
        <w:tc>
          <w:tcPr>
            <w:tcW w:w="2694" w:type="dxa"/>
            <w:vAlign w:val="center"/>
          </w:tcPr>
          <w:p w14:paraId="3F0BE6C0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A022CD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Rok IV, semestr VII i VIII</w:t>
            </w:r>
          </w:p>
        </w:tc>
      </w:tr>
      <w:tr w:rsidR="00BE03E8" w:rsidRPr="009C54AE" w14:paraId="275822D7" w14:textId="77777777" w:rsidTr="00B819C8">
        <w:tc>
          <w:tcPr>
            <w:tcW w:w="2694" w:type="dxa"/>
            <w:vAlign w:val="center"/>
          </w:tcPr>
          <w:p w14:paraId="7A4E432C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73FA5A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BE03E8">
              <w:rPr>
                <w:rFonts w:ascii="Corbel" w:hAnsi="Corbel"/>
                <w:b w:val="0"/>
                <w:sz w:val="22"/>
              </w:rPr>
              <w:t xml:space="preserve"> Obowiązkowy</w:t>
            </w:r>
          </w:p>
        </w:tc>
      </w:tr>
      <w:tr w:rsidR="00BE03E8" w:rsidRPr="009C54AE" w14:paraId="54D43EF1" w14:textId="77777777" w:rsidTr="00B819C8">
        <w:tc>
          <w:tcPr>
            <w:tcW w:w="2694" w:type="dxa"/>
            <w:vAlign w:val="center"/>
          </w:tcPr>
          <w:p w14:paraId="7B3D6B44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4915BF" w14:textId="77777777" w:rsidR="00BE03E8" w:rsidRPr="009C54AE" w:rsidRDefault="00BE0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03E8" w:rsidRPr="009C54AE" w14:paraId="46F4FBFB" w14:textId="77777777" w:rsidTr="00B819C8">
        <w:tc>
          <w:tcPr>
            <w:tcW w:w="2694" w:type="dxa"/>
            <w:vAlign w:val="center"/>
          </w:tcPr>
          <w:p w14:paraId="6D7F7572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C984B5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Kierownik Katedry, Zakładu</w:t>
            </w:r>
          </w:p>
        </w:tc>
      </w:tr>
      <w:tr w:rsidR="00BE03E8" w:rsidRPr="009C54AE" w14:paraId="0018C681" w14:textId="77777777" w:rsidTr="00B819C8">
        <w:tc>
          <w:tcPr>
            <w:tcW w:w="2694" w:type="dxa"/>
            <w:vAlign w:val="center"/>
          </w:tcPr>
          <w:p w14:paraId="3F73990F" w14:textId="77777777"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3BC39" w14:textId="77777777"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Zgodnie z uchwałą Rady Wydziału Prawa i Administracji</w:t>
            </w:r>
          </w:p>
        </w:tc>
      </w:tr>
    </w:tbl>
    <w:p w14:paraId="5183F6A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E99B8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51E7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66C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4F6C97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12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D70B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B8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20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F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E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2D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7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35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67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12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09BF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CC51" w14:textId="77777777" w:rsidR="00015B8F" w:rsidRPr="009C54AE" w:rsidRDefault="005274A7" w:rsidP="008F7A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18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D9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CC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77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840C" w14:textId="77777777" w:rsidR="00015B8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74A7">
              <w:rPr>
                <w:rFonts w:ascii="Corbel" w:hAnsi="Corbel"/>
                <w:sz w:val="24"/>
                <w:szCs w:val="24"/>
              </w:rPr>
              <w:t>0</w:t>
            </w:r>
            <w:r w:rsidR="00D122B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A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3D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C7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772B" w14:textId="77777777" w:rsidR="00015B8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730DAAF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2993" w14:textId="77777777" w:rsidR="0030395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B3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C9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A25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C92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FBFC" w14:textId="77777777" w:rsidR="0030395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D122B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DC4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28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AE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666A" w14:textId="77777777" w:rsidR="0030395F" w:rsidRPr="009C54AE" w:rsidRDefault="008F7A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6420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33D1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FE5253" w14:textId="77777777" w:rsidR="0085747A" w:rsidRPr="009C54AE" w:rsidRDefault="005274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FA91A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6ADD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7C1DE" w14:textId="77777777" w:rsidR="009C54AE" w:rsidRPr="005274A7" w:rsidRDefault="00E22FBC" w:rsidP="005274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653112" w14:textId="77777777" w:rsidR="00E960BB" w:rsidRDefault="005274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Zaliczenie bez oceny</w:t>
      </w:r>
    </w:p>
    <w:p w14:paraId="5E186E0F" w14:textId="77777777" w:rsidR="005274A7" w:rsidRDefault="005274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430C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FAA459" w14:textId="77777777" w:rsidTr="00745302">
        <w:tc>
          <w:tcPr>
            <w:tcW w:w="9670" w:type="dxa"/>
          </w:tcPr>
          <w:p w14:paraId="293B60BB" w14:textId="77777777" w:rsidR="0085747A" w:rsidRPr="005274A7" w:rsidRDefault="005274A7" w:rsidP="005274A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5274A7">
              <w:rPr>
                <w:rFonts w:ascii="Corbel" w:hAnsi="Corbel"/>
                <w:color w:val="000000"/>
                <w:sz w:val="24"/>
                <w:szCs w:val="24"/>
              </w:rPr>
              <w:t>Studenci powinni mieć wiedzę z zakresu po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dstawowych nauk dogmatycznych. </w:t>
            </w:r>
          </w:p>
        </w:tc>
      </w:tr>
    </w:tbl>
    <w:p w14:paraId="5B7FCFE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8E9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AFD00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FFA04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7B53F8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391E5F1" w14:textId="77777777" w:rsidTr="00923D7D">
        <w:tc>
          <w:tcPr>
            <w:tcW w:w="851" w:type="dxa"/>
            <w:vAlign w:val="center"/>
          </w:tcPr>
          <w:p w14:paraId="4F53EA0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46C8CA" w14:textId="77777777" w:rsidR="0085747A" w:rsidRPr="005274A7" w:rsidRDefault="005274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74A7">
              <w:rPr>
                <w:rFonts w:ascii="Corbel" w:hAnsi="Corbel"/>
                <w:b w:val="0"/>
                <w:szCs w:val="22"/>
              </w:rPr>
              <w:t>Celem zajęć jest  przygotowanie pracy magisterskiej</w:t>
            </w:r>
          </w:p>
        </w:tc>
      </w:tr>
    </w:tbl>
    <w:p w14:paraId="3F2F32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ABA4C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DE1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5FB0E8E" w14:textId="77777777" w:rsidTr="0071620A">
        <w:tc>
          <w:tcPr>
            <w:tcW w:w="1701" w:type="dxa"/>
            <w:vAlign w:val="center"/>
          </w:tcPr>
          <w:p w14:paraId="1AB8D08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F24686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C68C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74A7" w:rsidRPr="009C54AE" w14:paraId="65F7A613" w14:textId="77777777" w:rsidTr="005E6E85">
        <w:tc>
          <w:tcPr>
            <w:tcW w:w="1701" w:type="dxa"/>
          </w:tcPr>
          <w:p w14:paraId="4B6A3088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27596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43D4AE2B" w14:textId="77777777"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Zna  charakter prawny danej dziedziny nauki, która jest przedmiotem seminarium oraz wskazuje relacje jakie zachodzą między tą dziedziną a innymi naukami </w:t>
            </w:r>
          </w:p>
        </w:tc>
        <w:tc>
          <w:tcPr>
            <w:tcW w:w="1873" w:type="dxa"/>
          </w:tcPr>
          <w:p w14:paraId="512A7C84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sz w:val="22"/>
                <w:lang w:eastAsia="pl-PL"/>
              </w:rPr>
              <w:t>K_W01</w:t>
            </w:r>
          </w:p>
        </w:tc>
      </w:tr>
      <w:tr w:rsidR="005274A7" w:rsidRPr="009C54AE" w14:paraId="029F376D" w14:textId="77777777" w:rsidTr="005E6E85">
        <w:tc>
          <w:tcPr>
            <w:tcW w:w="1701" w:type="dxa"/>
          </w:tcPr>
          <w:p w14:paraId="68AB03BD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03BB4587" w14:textId="77777777"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Charakteryzuje system prawny, źródła prawa, instytucje prawne  </w:t>
            </w:r>
          </w:p>
        </w:tc>
        <w:tc>
          <w:tcPr>
            <w:tcW w:w="1873" w:type="dxa"/>
          </w:tcPr>
          <w:p w14:paraId="4266F3AE" w14:textId="77777777"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K_W03, K_W07, K_W08, K_W10</w:t>
            </w:r>
          </w:p>
        </w:tc>
      </w:tr>
      <w:tr w:rsidR="005274A7" w:rsidRPr="009C54AE" w14:paraId="40175C37" w14:textId="77777777" w:rsidTr="005E6E85">
        <w:tc>
          <w:tcPr>
            <w:tcW w:w="1701" w:type="dxa"/>
          </w:tcPr>
          <w:p w14:paraId="311E0293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6755A129" w14:textId="77777777"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Poprawnie posługuje się językiem prawnym oraz prawniczym </w:t>
            </w:r>
          </w:p>
        </w:tc>
        <w:tc>
          <w:tcPr>
            <w:tcW w:w="1873" w:type="dxa"/>
          </w:tcPr>
          <w:p w14:paraId="5B1497FB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K_W06</w:t>
            </w:r>
          </w:p>
        </w:tc>
      </w:tr>
      <w:tr w:rsidR="005274A7" w:rsidRPr="009C54AE" w14:paraId="0F96D7EA" w14:textId="77777777" w:rsidTr="005E6E85">
        <w:tc>
          <w:tcPr>
            <w:tcW w:w="1701" w:type="dxa"/>
          </w:tcPr>
          <w:p w14:paraId="5B397043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4594A2B7" w14:textId="77777777"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Opisuje metody badań naukowych i pozyskuje dane potrzebne do przygotowania pracy magisterskiej </w:t>
            </w:r>
          </w:p>
        </w:tc>
        <w:tc>
          <w:tcPr>
            <w:tcW w:w="1873" w:type="dxa"/>
          </w:tcPr>
          <w:p w14:paraId="7233214A" w14:textId="77777777"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K_W12</w:t>
            </w:r>
          </w:p>
          <w:p w14:paraId="2E9119C8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14:paraId="624D2D0A" w14:textId="77777777" w:rsidTr="005E6E85">
        <w:tc>
          <w:tcPr>
            <w:tcW w:w="1701" w:type="dxa"/>
          </w:tcPr>
          <w:p w14:paraId="28E5DFB6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15C40955" w14:textId="77777777"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Wyjaśnia i interpretuje znaczenie norm prawnych i porównuje z innymi systemami normatywnymi </w:t>
            </w:r>
          </w:p>
        </w:tc>
        <w:tc>
          <w:tcPr>
            <w:tcW w:w="1873" w:type="dxa"/>
          </w:tcPr>
          <w:p w14:paraId="1CA6CEE8" w14:textId="77777777"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K_U02, K_U03</w:t>
            </w:r>
          </w:p>
          <w:p w14:paraId="465C69A1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14:paraId="1A5FA2CE" w14:textId="77777777" w:rsidTr="005E6E85">
        <w:tc>
          <w:tcPr>
            <w:tcW w:w="1701" w:type="dxa"/>
          </w:tcPr>
          <w:p w14:paraId="45C5B385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4C84DBD1" w14:textId="77777777"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Umie stawiać tezy i poprawnie je argumentować </w:t>
            </w:r>
          </w:p>
        </w:tc>
        <w:tc>
          <w:tcPr>
            <w:tcW w:w="1873" w:type="dxa"/>
          </w:tcPr>
          <w:p w14:paraId="1FF1CD59" w14:textId="77777777"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K_U05, K_U11, K_U12, K_U14, K_U15, K_U16</w:t>
            </w:r>
          </w:p>
        </w:tc>
      </w:tr>
      <w:tr w:rsidR="005274A7" w:rsidRPr="009C54AE" w14:paraId="4D969D41" w14:textId="77777777" w:rsidTr="005E6E85">
        <w:tc>
          <w:tcPr>
            <w:tcW w:w="1701" w:type="dxa"/>
          </w:tcPr>
          <w:p w14:paraId="61F579A6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2148B3B7" w14:textId="77777777" w:rsidR="005274A7" w:rsidRPr="0027596F" w:rsidRDefault="005274A7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Krytycznie oceni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 xml:space="preserve">a instytucje prawne </w:t>
            </w:r>
          </w:p>
        </w:tc>
        <w:tc>
          <w:tcPr>
            <w:tcW w:w="1873" w:type="dxa"/>
          </w:tcPr>
          <w:p w14:paraId="7D234839" w14:textId="77777777" w:rsidR="005274A7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</w:t>
            </w:r>
            <w:r w:rsidR="005274A7" w:rsidRPr="0027596F">
              <w:rPr>
                <w:rFonts w:ascii="Corbel" w:eastAsia="Times New Roman" w:hAnsi="Corbel"/>
                <w:b w:val="0"/>
                <w:lang w:eastAsia="pl-PL"/>
              </w:rPr>
              <w:t>_U06, K_U07</w:t>
            </w:r>
          </w:p>
        </w:tc>
      </w:tr>
      <w:tr w:rsidR="005274A7" w:rsidRPr="009C54AE" w14:paraId="4EFD9CB0" w14:textId="77777777" w:rsidTr="005E6E85">
        <w:tc>
          <w:tcPr>
            <w:tcW w:w="1701" w:type="dxa"/>
          </w:tcPr>
          <w:p w14:paraId="261BABD8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0E9C4029" w14:textId="77777777" w:rsidR="005274A7" w:rsidRPr="0027596F" w:rsidRDefault="0027596F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Prawidłowo analizuje ź</w:t>
            </w:r>
            <w:r w:rsidR="005274A7" w:rsidRPr="0027596F">
              <w:rPr>
                <w:rFonts w:ascii="Corbel" w:eastAsia="Times New Roman" w:hAnsi="Corbel"/>
                <w:lang w:eastAsia="pl-PL"/>
              </w:rPr>
              <w:t>ródła p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rawa i dokonuje wykładni prawa </w:t>
            </w:r>
          </w:p>
        </w:tc>
        <w:tc>
          <w:tcPr>
            <w:tcW w:w="1873" w:type="dxa"/>
          </w:tcPr>
          <w:p w14:paraId="1B560B56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K_U08</w:t>
            </w:r>
          </w:p>
        </w:tc>
      </w:tr>
      <w:tr w:rsidR="005274A7" w:rsidRPr="009C54AE" w14:paraId="5CD8B24C" w14:textId="77777777" w:rsidTr="005E6E85">
        <w:tc>
          <w:tcPr>
            <w:tcW w:w="1701" w:type="dxa"/>
          </w:tcPr>
          <w:p w14:paraId="7270D97C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6E546A2C" w14:textId="77777777"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Podaje prawidłową kwalifikację prawną </w:t>
            </w:r>
          </w:p>
        </w:tc>
        <w:tc>
          <w:tcPr>
            <w:tcW w:w="1873" w:type="dxa"/>
          </w:tcPr>
          <w:p w14:paraId="377A0B34" w14:textId="77777777"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K_U10</w:t>
            </w:r>
          </w:p>
          <w:p w14:paraId="600C8F0C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14:paraId="3606B20C" w14:textId="77777777" w:rsidTr="005E6E85">
        <w:tc>
          <w:tcPr>
            <w:tcW w:w="1701" w:type="dxa"/>
          </w:tcPr>
          <w:p w14:paraId="003CFFE1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3F310E4A" w14:textId="77777777"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Jest odpowiedzialny, umie zachować samodyscyp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linę, określić hierarchię ważnoś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ci celów na studiach i w przyszłej pracy zawodowej </w:t>
            </w:r>
          </w:p>
        </w:tc>
        <w:tc>
          <w:tcPr>
            <w:tcW w:w="1873" w:type="dxa"/>
          </w:tcPr>
          <w:p w14:paraId="57FE0586" w14:textId="77777777"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K_K03</w:t>
            </w:r>
          </w:p>
          <w:p w14:paraId="4726C956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14:paraId="11EF2079" w14:textId="77777777" w:rsidTr="005E6E85">
        <w:tc>
          <w:tcPr>
            <w:tcW w:w="1701" w:type="dxa"/>
          </w:tcPr>
          <w:p w14:paraId="39E94CFA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463AEBC3" w14:textId="77777777"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Posz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erza swą wiedzę, zwłaszcza z uwzględnien</w:t>
            </w:r>
            <w:r w:rsidRPr="0027596F">
              <w:rPr>
                <w:rFonts w:ascii="Corbel" w:eastAsia="Times New Roman" w:hAnsi="Corbel"/>
                <w:lang w:eastAsia="pl-PL"/>
              </w:rPr>
              <w:t>i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e</w:t>
            </w:r>
            <w:r w:rsidRPr="0027596F">
              <w:rPr>
                <w:rFonts w:ascii="Corbel" w:eastAsia="Times New Roman" w:hAnsi="Corbel"/>
                <w:lang w:eastAsia="pl-PL"/>
              </w:rPr>
              <w:t>m interdyscyplinarnego char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a</w:t>
            </w:r>
            <w:r w:rsidRPr="0027596F">
              <w:rPr>
                <w:rFonts w:ascii="Corbel" w:eastAsia="Times New Roman" w:hAnsi="Corbel"/>
                <w:lang w:eastAsia="pl-PL"/>
              </w:rPr>
              <w:t>kte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ru danej dziedziny naukowej będą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cej przedmiotem seminarium </w:t>
            </w:r>
          </w:p>
        </w:tc>
        <w:tc>
          <w:tcPr>
            <w:tcW w:w="1873" w:type="dxa"/>
          </w:tcPr>
          <w:p w14:paraId="5D73629E" w14:textId="77777777"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K_K07, K_K09</w:t>
            </w:r>
          </w:p>
          <w:p w14:paraId="2E9B2BE1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14:paraId="2C91A332" w14:textId="77777777" w:rsidTr="005E6E85">
        <w:tc>
          <w:tcPr>
            <w:tcW w:w="1701" w:type="dxa"/>
          </w:tcPr>
          <w:p w14:paraId="1DBD6B3F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06C80697" w14:textId="77777777" w:rsidR="005274A7" w:rsidRPr="0027596F" w:rsidRDefault="005274A7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Jest tolerancyjny wobec odmiennych poglądów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 xml:space="preserve"> i postaw </w:t>
            </w:r>
          </w:p>
        </w:tc>
        <w:tc>
          <w:tcPr>
            <w:tcW w:w="1873" w:type="dxa"/>
          </w:tcPr>
          <w:p w14:paraId="42B172E5" w14:textId="77777777"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K_K10</w:t>
            </w:r>
          </w:p>
        </w:tc>
      </w:tr>
    </w:tbl>
    <w:p w14:paraId="6A2E6D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DA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6629B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E432F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9AF337" w14:textId="77777777" w:rsidTr="00923D7D">
        <w:tc>
          <w:tcPr>
            <w:tcW w:w="9639" w:type="dxa"/>
          </w:tcPr>
          <w:p w14:paraId="508432B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B5E653" w14:textId="77777777" w:rsidTr="00923D7D">
        <w:tc>
          <w:tcPr>
            <w:tcW w:w="9639" w:type="dxa"/>
          </w:tcPr>
          <w:p w14:paraId="2571898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51AF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BF232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B50EA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0A405B3" w14:textId="77777777" w:rsidTr="00923D7D">
        <w:tc>
          <w:tcPr>
            <w:tcW w:w="9639" w:type="dxa"/>
          </w:tcPr>
          <w:p w14:paraId="4800C57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96F" w:rsidRPr="009C54AE" w14:paraId="1141EC2F" w14:textId="77777777" w:rsidTr="00923D7D">
        <w:tc>
          <w:tcPr>
            <w:tcW w:w="9639" w:type="dxa"/>
          </w:tcPr>
          <w:p w14:paraId="0F7B88F6" w14:textId="77777777" w:rsidR="0027596F" w:rsidRPr="00AF4A52" w:rsidRDefault="0027596F" w:rsidP="00AF6644">
            <w:pPr>
              <w:pStyle w:val="Akapitzlist"/>
              <w:spacing w:after="0" w:line="240" w:lineRule="auto"/>
              <w:ind w:left="0"/>
            </w:pPr>
            <w:r w:rsidRPr="00FB48AB">
              <w:t>Treści programowe zgodne z daną dziedziną nauki, która jest przedmiotem seminarium</w:t>
            </w:r>
          </w:p>
        </w:tc>
      </w:tr>
    </w:tbl>
    <w:p w14:paraId="290E7E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047EF2" w14:textId="77777777" w:rsidR="0085747A" w:rsidRPr="009C54AE" w:rsidRDefault="009F4610" w:rsidP="002759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86E58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92131A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97BC9C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CF8FB3D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6CB1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2D070" w14:textId="77777777" w:rsidR="00E960BB" w:rsidRPr="0027596F" w:rsidRDefault="0027596F" w:rsidP="0027596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27596F">
        <w:rPr>
          <w:rFonts w:ascii="Corbel" w:eastAsia="Times New Roman" w:hAnsi="Corbel"/>
          <w:b w:val="0"/>
          <w:smallCaps w:val="0"/>
          <w:sz w:val="22"/>
          <w:szCs w:val="24"/>
          <w:lang w:eastAsia="pl-PL"/>
        </w:rPr>
        <w:t>Dyskusja, analiza tekstów źródłowych, analiza przypadków, rozwiązywanie zadań problemowych,</w:t>
      </w:r>
    </w:p>
    <w:p w14:paraId="064319C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41A16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D963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DC4D5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78F40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0206D2F" w14:textId="77777777" w:rsidTr="00C05F44">
        <w:tc>
          <w:tcPr>
            <w:tcW w:w="1985" w:type="dxa"/>
            <w:vAlign w:val="center"/>
          </w:tcPr>
          <w:p w14:paraId="4D9CA0D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D3F47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12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E3A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A593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596F" w:rsidRPr="009C54AE" w14:paraId="6A2DA8C8" w14:textId="77777777" w:rsidTr="00C05F44">
        <w:tc>
          <w:tcPr>
            <w:tcW w:w="1985" w:type="dxa"/>
          </w:tcPr>
          <w:p w14:paraId="67096329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6E2E19D9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79A280A1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                seminarium</w:t>
            </w:r>
          </w:p>
        </w:tc>
      </w:tr>
      <w:tr w:rsidR="0027596F" w:rsidRPr="009C54AE" w14:paraId="0108A200" w14:textId="77777777" w:rsidTr="00C05F44">
        <w:tc>
          <w:tcPr>
            <w:tcW w:w="1985" w:type="dxa"/>
          </w:tcPr>
          <w:p w14:paraId="74B0EA14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4210F0E9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1EF6E700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25A01CDB" w14:textId="77777777" w:rsidTr="00C05F44">
        <w:tc>
          <w:tcPr>
            <w:tcW w:w="1985" w:type="dxa"/>
          </w:tcPr>
          <w:p w14:paraId="433B99EA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608C7D86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08B868FB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seminarium</w:t>
            </w:r>
          </w:p>
        </w:tc>
      </w:tr>
      <w:tr w:rsidR="0027596F" w:rsidRPr="009C54AE" w14:paraId="76C38C55" w14:textId="77777777" w:rsidTr="00C05F44">
        <w:tc>
          <w:tcPr>
            <w:tcW w:w="1985" w:type="dxa"/>
          </w:tcPr>
          <w:p w14:paraId="0A7FD5D4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653AD871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</w:t>
            </w:r>
          </w:p>
        </w:tc>
        <w:tc>
          <w:tcPr>
            <w:tcW w:w="2126" w:type="dxa"/>
          </w:tcPr>
          <w:p w14:paraId="1D8E4A42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6728F72B" w14:textId="77777777" w:rsidTr="00C05F44">
        <w:tc>
          <w:tcPr>
            <w:tcW w:w="1985" w:type="dxa"/>
          </w:tcPr>
          <w:p w14:paraId="46EB8839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54D5C98C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28A1EDB5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4463BBBD" w14:textId="77777777" w:rsidTr="00C05F44">
        <w:tc>
          <w:tcPr>
            <w:tcW w:w="1985" w:type="dxa"/>
          </w:tcPr>
          <w:p w14:paraId="299F123A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568AFA3C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 xml:space="preserve">przygotowanie ustalonego przez promotora fragmentu pracy magisterskiej z zakresu dyscyplin wykładanych na kierunku  prawo zgodnie z technicznymi zasadami pisania </w:t>
            </w:r>
            <w:r w:rsidRPr="0027596F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2CAEAE5C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lastRenderedPageBreak/>
              <w:t xml:space="preserve">seminarium </w:t>
            </w:r>
          </w:p>
        </w:tc>
      </w:tr>
      <w:tr w:rsidR="0027596F" w:rsidRPr="009C54AE" w14:paraId="00972C2B" w14:textId="77777777" w:rsidTr="00C05F44">
        <w:tc>
          <w:tcPr>
            <w:tcW w:w="1985" w:type="dxa"/>
          </w:tcPr>
          <w:p w14:paraId="412623F7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6F3EA08E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50A26205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6571BE2A" w14:textId="77777777" w:rsidTr="00C05F44">
        <w:tc>
          <w:tcPr>
            <w:tcW w:w="1985" w:type="dxa"/>
          </w:tcPr>
          <w:p w14:paraId="428612A3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2C85C6B7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23253512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6EF439FB" w14:textId="77777777" w:rsidTr="00C05F44">
        <w:tc>
          <w:tcPr>
            <w:tcW w:w="1985" w:type="dxa"/>
          </w:tcPr>
          <w:p w14:paraId="57994E2A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8" w:type="dxa"/>
          </w:tcPr>
          <w:p w14:paraId="2F58733B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6F496D55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023BF783" w14:textId="77777777" w:rsidTr="00C05F44">
        <w:tc>
          <w:tcPr>
            <w:tcW w:w="1985" w:type="dxa"/>
          </w:tcPr>
          <w:p w14:paraId="2A6145CD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70BF8770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Wybór tematu pracy magisterskiej, przygotowanie bibliografii i planu pracy, prezentowanie w formie referatu problemów przewidzianych do opracowania w ramach pracy magisterskiej</w:t>
            </w:r>
          </w:p>
        </w:tc>
        <w:tc>
          <w:tcPr>
            <w:tcW w:w="2126" w:type="dxa"/>
          </w:tcPr>
          <w:p w14:paraId="7EBBB5D7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35A438D7" w14:textId="77777777" w:rsidTr="00C05F44">
        <w:tc>
          <w:tcPr>
            <w:tcW w:w="1985" w:type="dxa"/>
          </w:tcPr>
          <w:p w14:paraId="5193208D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14549167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0B5ACE2D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14:paraId="02937509" w14:textId="77777777" w:rsidTr="00C05F44">
        <w:tc>
          <w:tcPr>
            <w:tcW w:w="1985" w:type="dxa"/>
          </w:tcPr>
          <w:p w14:paraId="78255530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4B41FE69" w14:textId="77777777"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14:paraId="3DC9D23E" w14:textId="77777777"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</w:tbl>
    <w:p w14:paraId="6DFD8BF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EAD2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976048B" w14:textId="77777777" w:rsidR="00923D7D" w:rsidRPr="009C54AE" w:rsidRDefault="00923D7D" w:rsidP="002759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8D29FE" w14:textId="77777777" w:rsidTr="00923D7D">
        <w:tc>
          <w:tcPr>
            <w:tcW w:w="9670" w:type="dxa"/>
          </w:tcPr>
          <w:p w14:paraId="0F990BA3" w14:textId="77777777" w:rsidR="0027596F" w:rsidRPr="000E0E30" w:rsidRDefault="0027596F" w:rsidP="002759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>Wybór tematu pracy magisterskiej, przygotowanie bibliografii i planu pracy, prezentowanie w formie referatu problemów przewidzianych do opracowania w ramach pracy magisterskiej, przygotowanie ustalonego przez promotora fragmentu pracy magisterskiej z zakresu dyscyplin wykładanych na kierunku  prawo zgodnie z technicznymi zasadami pisania pracy dyplomowej przyjętych na UR.</w:t>
            </w:r>
          </w:p>
          <w:p w14:paraId="7D601619" w14:textId="77777777" w:rsidR="0027596F" w:rsidRPr="000E0E30" w:rsidRDefault="0027596F" w:rsidP="002759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 xml:space="preserve">Kryteria oceny: czy treść odpowiada tematowi pracy, ocena treści, kolejności rozdziałów, ocena </w:t>
            </w:r>
            <w:r w:rsidRPr="000E0E3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kompletności uwzględnionych tez, użycie prawidłowej terminologii, aktualność stanu prawnego, ocena sposobu dokonania wykładni przepisów, ocena rzetelności cytowań, ocena wykorzystanej literatury pod kątem doboru do tematu pracy i aktualności publikacji, ocena formalnej strony pracy pod katem poprawności języka i opanowania techniki pisania pracy (w tym struktury spisu treści, wykazu skrótów, układu bibliografii, poprawności przypisów).</w:t>
            </w:r>
          </w:p>
          <w:p w14:paraId="6A3CAB86" w14:textId="77777777" w:rsidR="0085747A" w:rsidRPr="007E7299" w:rsidRDefault="007E7299" w:rsidP="007E7299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 xml:space="preserve">  </w:t>
            </w:r>
            <w:r w:rsidR="0027596F" w:rsidRPr="000E0E30">
              <w:rPr>
                <w:rFonts w:ascii="Corbel" w:hAnsi="Corbel"/>
                <w:b w:val="0"/>
                <w:smallCaps w:val="0"/>
                <w:sz w:val="22"/>
              </w:rPr>
              <w:t>Udział w dyskusji na seminarium. Kryteria oceny: bieżąca kontrola zdobytej wiedzy, zwłaszcza ocena sposobu wypowiedzi, stawiania tez oraz doboru argumentacji, ocena poprawności stos</w:t>
            </w:r>
            <w:r w:rsidRPr="000E0E30">
              <w:rPr>
                <w:rFonts w:ascii="Corbel" w:hAnsi="Corbel"/>
                <w:b w:val="0"/>
                <w:smallCaps w:val="0"/>
                <w:sz w:val="22"/>
              </w:rPr>
              <w:t>owania sposobów wykładni prawa.</w:t>
            </w:r>
          </w:p>
        </w:tc>
      </w:tr>
    </w:tbl>
    <w:p w14:paraId="2690C7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F89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6474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7BA4EE" w14:textId="77777777" w:rsidTr="003E1941">
        <w:tc>
          <w:tcPr>
            <w:tcW w:w="4962" w:type="dxa"/>
            <w:vAlign w:val="center"/>
          </w:tcPr>
          <w:p w14:paraId="09CC8B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1075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BF6B46" w14:textId="77777777" w:rsidTr="00923D7D">
        <w:tc>
          <w:tcPr>
            <w:tcW w:w="4962" w:type="dxa"/>
          </w:tcPr>
          <w:p w14:paraId="2B7303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4A983E" w14:textId="77777777"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C61DC5" w:rsidRPr="009C54AE" w14:paraId="60782C88" w14:textId="77777777" w:rsidTr="00923D7D">
        <w:tc>
          <w:tcPr>
            <w:tcW w:w="4962" w:type="dxa"/>
          </w:tcPr>
          <w:p w14:paraId="188333E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69CAE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98DD8D" w14:textId="77777777" w:rsidR="00C61DC5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</w:p>
        </w:tc>
      </w:tr>
      <w:tr w:rsidR="00C61DC5" w:rsidRPr="009C54AE" w14:paraId="16B36F2C" w14:textId="77777777" w:rsidTr="00923D7D">
        <w:tc>
          <w:tcPr>
            <w:tcW w:w="4962" w:type="dxa"/>
          </w:tcPr>
          <w:p w14:paraId="7D51541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13F73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007C74" w14:textId="77777777" w:rsidR="00C61DC5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 godz.</w:t>
            </w:r>
          </w:p>
        </w:tc>
      </w:tr>
      <w:tr w:rsidR="0085747A" w:rsidRPr="009C54AE" w14:paraId="093F697C" w14:textId="77777777" w:rsidTr="00923D7D">
        <w:tc>
          <w:tcPr>
            <w:tcW w:w="4962" w:type="dxa"/>
          </w:tcPr>
          <w:p w14:paraId="7CBC96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E17481" w14:textId="77777777"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 godz.</w:t>
            </w:r>
          </w:p>
        </w:tc>
      </w:tr>
      <w:tr w:rsidR="0085747A" w:rsidRPr="009C54AE" w14:paraId="0201B6C3" w14:textId="77777777" w:rsidTr="00923D7D">
        <w:tc>
          <w:tcPr>
            <w:tcW w:w="4962" w:type="dxa"/>
          </w:tcPr>
          <w:p w14:paraId="60BE6D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851EF8" w14:textId="77777777"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pkt.</w:t>
            </w:r>
          </w:p>
        </w:tc>
      </w:tr>
    </w:tbl>
    <w:p w14:paraId="16CCFFD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7F29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CA1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AB753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DECA8F" w14:textId="77777777" w:rsidTr="0071620A">
        <w:trPr>
          <w:trHeight w:val="397"/>
        </w:trPr>
        <w:tc>
          <w:tcPr>
            <w:tcW w:w="3544" w:type="dxa"/>
          </w:tcPr>
          <w:p w14:paraId="65FB86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6795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6FE8596" w14:textId="77777777" w:rsidTr="0071620A">
        <w:trPr>
          <w:trHeight w:val="397"/>
        </w:trPr>
        <w:tc>
          <w:tcPr>
            <w:tcW w:w="3544" w:type="dxa"/>
          </w:tcPr>
          <w:p w14:paraId="430D84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8EBD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5776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67108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FF12E0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038D71B" w14:textId="77777777" w:rsidTr="0071620A">
        <w:trPr>
          <w:trHeight w:val="397"/>
        </w:trPr>
        <w:tc>
          <w:tcPr>
            <w:tcW w:w="7513" w:type="dxa"/>
          </w:tcPr>
          <w:p w14:paraId="3280BF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E7299" w:rsidRPr="007E7299">
              <w:rPr>
                <w:rFonts w:ascii="Calibri" w:hAnsi="Calibri"/>
                <w:sz w:val="22"/>
              </w:rPr>
              <w:t xml:space="preserve"> </w:t>
            </w:r>
            <w:r w:rsidR="007E7299" w:rsidRPr="007E7299">
              <w:rPr>
                <w:rFonts w:ascii="Corbel" w:hAnsi="Corbel"/>
                <w:b w:val="0"/>
                <w:smallCaps w:val="0"/>
                <w:szCs w:val="24"/>
              </w:rPr>
              <w:t>Literatura zalecana przez promotora</w:t>
            </w:r>
          </w:p>
        </w:tc>
      </w:tr>
      <w:tr w:rsidR="0085747A" w:rsidRPr="009C54AE" w14:paraId="08225CDC" w14:textId="77777777" w:rsidTr="0071620A">
        <w:trPr>
          <w:trHeight w:val="397"/>
        </w:trPr>
        <w:tc>
          <w:tcPr>
            <w:tcW w:w="7513" w:type="dxa"/>
          </w:tcPr>
          <w:p w14:paraId="6FA0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7E7299" w:rsidRPr="007E7299">
              <w:rPr>
                <w:rFonts w:ascii="Corbel" w:hAnsi="Corbel"/>
                <w:b w:val="0"/>
                <w:smallCaps w:val="0"/>
                <w:szCs w:val="24"/>
              </w:rPr>
              <w:t>Literatura zalecana przez promotora</w:t>
            </w:r>
          </w:p>
        </w:tc>
      </w:tr>
    </w:tbl>
    <w:p w14:paraId="29511E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0F69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7EF7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79E4F" w14:textId="77777777" w:rsidR="00520688" w:rsidRDefault="00520688" w:rsidP="00C16ABF">
      <w:pPr>
        <w:spacing w:after="0" w:line="240" w:lineRule="auto"/>
      </w:pPr>
      <w:r>
        <w:separator/>
      </w:r>
    </w:p>
  </w:endnote>
  <w:endnote w:type="continuationSeparator" w:id="0">
    <w:p w14:paraId="3D42C84C" w14:textId="77777777" w:rsidR="00520688" w:rsidRDefault="005206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5132C" w14:textId="77777777" w:rsidR="00520688" w:rsidRDefault="00520688" w:rsidP="00C16ABF">
      <w:pPr>
        <w:spacing w:after="0" w:line="240" w:lineRule="auto"/>
      </w:pPr>
      <w:r>
        <w:separator/>
      </w:r>
    </w:p>
  </w:footnote>
  <w:footnote w:type="continuationSeparator" w:id="0">
    <w:p w14:paraId="0241493C" w14:textId="77777777" w:rsidR="00520688" w:rsidRDefault="00520688" w:rsidP="00C16ABF">
      <w:pPr>
        <w:spacing w:after="0" w:line="240" w:lineRule="auto"/>
      </w:pPr>
      <w:r>
        <w:continuationSeparator/>
      </w:r>
    </w:p>
  </w:footnote>
  <w:footnote w:id="1">
    <w:p w14:paraId="48B4E4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792140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E1A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E3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41"/>
    <w:rsid w:val="001D657B"/>
    <w:rsid w:val="001D7B54"/>
    <w:rsid w:val="001E0209"/>
    <w:rsid w:val="001F2CA2"/>
    <w:rsid w:val="002144C0"/>
    <w:rsid w:val="00222BF3"/>
    <w:rsid w:val="0022477D"/>
    <w:rsid w:val="002278A9"/>
    <w:rsid w:val="002336F9"/>
    <w:rsid w:val="0024028F"/>
    <w:rsid w:val="00244ABC"/>
    <w:rsid w:val="002759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8E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688"/>
    <w:rsid w:val="005274A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B6D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3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29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73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3E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2B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E0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31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A5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56EB"/>
  <w15:docId w15:val="{4E59C311-1032-4B8B-9D5A-4FD0DCAB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7B60A-6C05-47C1-8D9B-CEAFEDEB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23</cp:revision>
  <cp:lastPrinted>2019-02-06T12:12:00Z</cp:lastPrinted>
  <dcterms:created xsi:type="dcterms:W3CDTF">2019-03-06T14:29:00Z</dcterms:created>
  <dcterms:modified xsi:type="dcterms:W3CDTF">2023-10-27T08:23:00Z</dcterms:modified>
</cp:coreProperties>
</file>